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DB" w:rsidRDefault="00B07EDB">
      <w:r>
        <w:rPr>
          <w:noProof/>
        </w:rPr>
        <w:pict>
          <v:rect id="_x0000_s1026" style="position:absolute;left:0;text-align:left;margin-left:-36.7pt;margin-top:-28.4pt;width:218.1pt;height:80.3pt;z-index:251658240">
            <v:textbox>
              <w:txbxContent>
                <w:p w:rsidR="00B07EDB" w:rsidRPr="009F4504" w:rsidRDefault="00B07EDB" w:rsidP="009F4504">
                  <w:pPr>
                    <w:bidi w:val="0"/>
                    <w:rPr>
                      <w:b/>
                      <w:bCs/>
                      <w:i/>
                      <w:iCs/>
                      <w:sz w:val="40"/>
                      <w:szCs w:val="40"/>
                    </w:rPr>
                  </w:pPr>
                  <w:r w:rsidRPr="009F4504">
                    <w:rPr>
                      <w:b/>
                      <w:bCs/>
                      <w:i/>
                      <w:iCs/>
                      <w:sz w:val="40"/>
                      <w:szCs w:val="40"/>
                    </w:rPr>
                    <w:t xml:space="preserve">Name: Banan Bakkar </w:t>
                  </w:r>
                </w:p>
                <w:p w:rsidR="00B07EDB" w:rsidRPr="009F4504" w:rsidRDefault="00B07EDB" w:rsidP="009F4504">
                  <w:pPr>
                    <w:bidi w:val="0"/>
                    <w:rPr>
                      <w:b/>
                      <w:bCs/>
                      <w:i/>
                      <w:iCs/>
                      <w:sz w:val="40"/>
                      <w:szCs w:val="40"/>
                    </w:rPr>
                  </w:pPr>
                  <w:r w:rsidRPr="009F4504">
                    <w:rPr>
                      <w:b/>
                      <w:bCs/>
                      <w:i/>
                      <w:iCs/>
                      <w:sz w:val="40"/>
                      <w:szCs w:val="40"/>
                    </w:rPr>
                    <w:t xml:space="preserve">ID: 120067159 </w:t>
                  </w:r>
                </w:p>
              </w:txbxContent>
            </v:textbox>
            <w10:wrap anchorx="page"/>
          </v:rect>
        </w:pict>
      </w:r>
    </w:p>
    <w:p w:rsidR="00B07EDB" w:rsidRDefault="00B07EDB"/>
    <w:p w:rsidR="00B07EDB" w:rsidRDefault="00B07EDB"/>
    <w:p w:rsidR="00B07EDB" w:rsidRDefault="00B07EDB"/>
    <w:p w:rsidR="00B07EDB" w:rsidRDefault="00B07EDB" w:rsidP="009F4504">
      <w:pPr>
        <w:jc w:val="right"/>
      </w:pPr>
      <w:r>
        <w:rPr>
          <w:b/>
          <w:bCs/>
          <w:color w:val="FF0000"/>
          <w:sz w:val="36"/>
          <w:szCs w:val="36"/>
        </w:rPr>
        <w:t>Microsoft Windows Speech Tools</w:t>
      </w:r>
      <w:r>
        <w:t xml:space="preserve"> </w:t>
      </w:r>
    </w:p>
    <w:p w:rsidR="00B07EDB" w:rsidRDefault="00B07EDB" w:rsidP="004D733A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I went to my laptop Control Panel and tried the speech recognition tools it provides. It was a great experience. At first, it asked me to set up my microphone then start training it by reading a text to the computer to improve its ability to understand my voice. </w:t>
      </w:r>
    </w:p>
    <w:p w:rsidR="00B07EDB" w:rsidRDefault="00B07EDB" w:rsidP="005C1EE2">
      <w:pPr>
        <w:bidi w:val="0"/>
        <w:rPr>
          <w:sz w:val="28"/>
          <w:szCs w:val="28"/>
        </w:rPr>
      </w:pPr>
      <w:r>
        <w:rPr>
          <w:noProof/>
        </w:rPr>
        <w:pict>
          <v:rect id="_x0000_s1027" style="position:absolute;margin-left:-12.15pt;margin-top:22.9pt;width:420.6pt;height:415.65pt;z-index:251659264">
            <v:fill r:id="rId4" o:title="" recolor="t" rotate="t" type="frame"/>
            <w10:wrap anchorx="page"/>
          </v:rect>
        </w:pict>
      </w:r>
    </w:p>
    <w:p w:rsidR="00B07EDB" w:rsidRDefault="00B07EDB" w:rsidP="005C1EE2">
      <w:pPr>
        <w:bidi w:val="0"/>
        <w:rPr>
          <w:sz w:val="28"/>
          <w:szCs w:val="28"/>
        </w:rPr>
      </w:pPr>
    </w:p>
    <w:p w:rsidR="00B07EDB" w:rsidRDefault="00B07EDB" w:rsidP="005C1EE2">
      <w:pPr>
        <w:bidi w:val="0"/>
      </w:pPr>
    </w:p>
    <w:p w:rsidR="00B07EDB" w:rsidRDefault="00B07EDB" w:rsidP="005C1EE2">
      <w:pPr>
        <w:bidi w:val="0"/>
      </w:pPr>
    </w:p>
    <w:p w:rsidR="00B07EDB" w:rsidRDefault="00B07EDB" w:rsidP="005C1EE2">
      <w:pPr>
        <w:bidi w:val="0"/>
      </w:pPr>
    </w:p>
    <w:p w:rsidR="00B07EDB" w:rsidRDefault="00B07EDB" w:rsidP="005C1EE2">
      <w:pPr>
        <w:bidi w:val="0"/>
      </w:pPr>
    </w:p>
    <w:p w:rsidR="00B07EDB" w:rsidRDefault="00B07EDB" w:rsidP="005C1EE2">
      <w:pPr>
        <w:bidi w:val="0"/>
      </w:pPr>
    </w:p>
    <w:p w:rsidR="00B07EDB" w:rsidRDefault="00B07EDB" w:rsidP="005C1EE2">
      <w:pPr>
        <w:bidi w:val="0"/>
      </w:pPr>
    </w:p>
    <w:p w:rsidR="00B07EDB" w:rsidRDefault="00B07EDB" w:rsidP="005C1EE2">
      <w:pPr>
        <w:bidi w:val="0"/>
      </w:pPr>
    </w:p>
    <w:p w:rsidR="00B07EDB" w:rsidRDefault="00B07EDB" w:rsidP="005C1EE2">
      <w:pPr>
        <w:bidi w:val="0"/>
      </w:pPr>
    </w:p>
    <w:p w:rsidR="00B07EDB" w:rsidRDefault="00B07EDB" w:rsidP="005C1EE2">
      <w:pPr>
        <w:bidi w:val="0"/>
      </w:pPr>
    </w:p>
    <w:p w:rsidR="00B07EDB" w:rsidRDefault="00B07EDB" w:rsidP="005C1EE2">
      <w:pPr>
        <w:bidi w:val="0"/>
      </w:pPr>
    </w:p>
    <w:p w:rsidR="00B07EDB" w:rsidRDefault="00B07EDB" w:rsidP="005C1EE2">
      <w:pPr>
        <w:bidi w:val="0"/>
      </w:pPr>
    </w:p>
    <w:p w:rsidR="00B07EDB" w:rsidRDefault="00B07EDB" w:rsidP="005C1EE2">
      <w:pPr>
        <w:bidi w:val="0"/>
      </w:pPr>
    </w:p>
    <w:p w:rsidR="00B07EDB" w:rsidRDefault="00B07EDB" w:rsidP="005C1EE2">
      <w:pPr>
        <w:bidi w:val="0"/>
      </w:pPr>
    </w:p>
    <w:p w:rsidR="00B07EDB" w:rsidRDefault="00B07EDB" w:rsidP="005C1EE2">
      <w:pPr>
        <w:bidi w:val="0"/>
      </w:pPr>
    </w:p>
    <w:p w:rsidR="00B07EDB" w:rsidRDefault="00B07EDB" w:rsidP="005C1EE2">
      <w:pPr>
        <w:bidi w:val="0"/>
      </w:pPr>
    </w:p>
    <w:p w:rsidR="00B07EDB" w:rsidRDefault="00B07EDB" w:rsidP="005C1EE2">
      <w:pPr>
        <w:bidi w:val="0"/>
      </w:pPr>
    </w:p>
    <w:p w:rsidR="00B07EDB" w:rsidRDefault="00B07EDB" w:rsidP="005C1EE2">
      <w:pPr>
        <w:bidi w:val="0"/>
      </w:pPr>
      <w:r>
        <w:rPr>
          <w:noProof/>
        </w:rPr>
        <w:pict>
          <v:rect id="_x0000_s1028" style="position:absolute;margin-left:-14.1pt;margin-top:10.15pt;width:420.6pt;height:306.7pt;z-index:251660288">
            <v:fill r:id="rId5" o:title="" recolor="t" rotate="t" type="frame"/>
            <w10:wrap anchorx="page"/>
          </v:rect>
        </w:pict>
      </w:r>
    </w:p>
    <w:p w:rsidR="00B07EDB" w:rsidRDefault="00B07EDB" w:rsidP="005C1EE2">
      <w:pPr>
        <w:bidi w:val="0"/>
      </w:pPr>
    </w:p>
    <w:p w:rsidR="00B07EDB" w:rsidRDefault="00B07EDB" w:rsidP="005C1EE2">
      <w:pPr>
        <w:bidi w:val="0"/>
      </w:pPr>
    </w:p>
    <w:p w:rsidR="00B07EDB" w:rsidRDefault="00B07EDB" w:rsidP="005C1EE2">
      <w:pPr>
        <w:bidi w:val="0"/>
      </w:pPr>
    </w:p>
    <w:p w:rsidR="00B07EDB" w:rsidRDefault="00B07EDB" w:rsidP="005C1EE2">
      <w:pPr>
        <w:bidi w:val="0"/>
      </w:pPr>
    </w:p>
    <w:p w:rsidR="00B07EDB" w:rsidRDefault="00B07EDB" w:rsidP="005C1EE2">
      <w:pPr>
        <w:bidi w:val="0"/>
      </w:pPr>
    </w:p>
    <w:p w:rsidR="00B07EDB" w:rsidRDefault="00B07EDB" w:rsidP="005C1EE2">
      <w:pPr>
        <w:bidi w:val="0"/>
      </w:pPr>
    </w:p>
    <w:p w:rsidR="00B07EDB" w:rsidRDefault="00B07EDB" w:rsidP="005C1EE2">
      <w:pPr>
        <w:bidi w:val="0"/>
      </w:pPr>
    </w:p>
    <w:p w:rsidR="00B07EDB" w:rsidRDefault="00B07EDB" w:rsidP="005C1EE2">
      <w:pPr>
        <w:bidi w:val="0"/>
      </w:pPr>
    </w:p>
    <w:p w:rsidR="00B07EDB" w:rsidRDefault="00B07EDB" w:rsidP="005C1EE2">
      <w:pPr>
        <w:bidi w:val="0"/>
      </w:pPr>
    </w:p>
    <w:p w:rsidR="00B07EDB" w:rsidRDefault="00B07EDB" w:rsidP="005C1EE2">
      <w:pPr>
        <w:bidi w:val="0"/>
      </w:pPr>
    </w:p>
    <w:p w:rsidR="00B07EDB" w:rsidRDefault="00B07EDB" w:rsidP="005C1EE2">
      <w:pPr>
        <w:bidi w:val="0"/>
      </w:pPr>
    </w:p>
    <w:p w:rsidR="00B07EDB" w:rsidRDefault="00B07EDB" w:rsidP="005C1EE2">
      <w:pPr>
        <w:bidi w:val="0"/>
      </w:pPr>
    </w:p>
    <w:p w:rsidR="00B07EDB" w:rsidRPr="00BB1448" w:rsidRDefault="00B07EDB" w:rsidP="005C1EE2">
      <w:pPr>
        <w:bidi w:val="0"/>
        <w:rPr>
          <w:sz w:val="28"/>
          <w:szCs w:val="28"/>
        </w:rPr>
      </w:pPr>
    </w:p>
    <w:p w:rsidR="00B07EDB" w:rsidRPr="00BB1448" w:rsidRDefault="00B07EDB" w:rsidP="005C1EE2">
      <w:pPr>
        <w:bidi w:val="0"/>
        <w:rPr>
          <w:sz w:val="28"/>
          <w:szCs w:val="28"/>
        </w:rPr>
      </w:pPr>
      <w:r w:rsidRPr="00BB1448">
        <w:rPr>
          <w:sz w:val="28"/>
          <w:szCs w:val="28"/>
        </w:rPr>
        <w:t>I read many sentences to train my computer. Then I started to dictate</w:t>
      </w:r>
    </w:p>
    <w:p w:rsidR="00B07EDB" w:rsidRPr="00BB1448" w:rsidRDefault="00B07EDB" w:rsidP="00622032">
      <w:pPr>
        <w:bidi w:val="0"/>
        <w:rPr>
          <w:sz w:val="28"/>
          <w:szCs w:val="28"/>
        </w:rPr>
      </w:pPr>
      <w:r w:rsidRPr="00BB1448">
        <w:rPr>
          <w:sz w:val="28"/>
          <w:szCs w:val="28"/>
        </w:rPr>
        <w:t>The result was satisfi</w:t>
      </w:r>
      <w:r>
        <w:rPr>
          <w:sz w:val="28"/>
          <w:szCs w:val="28"/>
        </w:rPr>
        <w:t>ng</w:t>
      </w:r>
      <w:r w:rsidRPr="00BB1448">
        <w:rPr>
          <w:sz w:val="28"/>
          <w:szCs w:val="28"/>
        </w:rPr>
        <w:t xml:space="preserve"> though it made many mistakes due to the way it </w:t>
      </w:r>
      <w:r>
        <w:rPr>
          <w:sz w:val="28"/>
          <w:szCs w:val="28"/>
        </w:rPr>
        <w:t>“</w:t>
      </w:r>
      <w:r w:rsidRPr="00BB1448">
        <w:rPr>
          <w:sz w:val="28"/>
          <w:szCs w:val="28"/>
        </w:rPr>
        <w:t>heard</w:t>
      </w:r>
      <w:r>
        <w:rPr>
          <w:sz w:val="28"/>
          <w:szCs w:val="28"/>
        </w:rPr>
        <w:t>”</w:t>
      </w:r>
      <w:r w:rsidRPr="00BB1448">
        <w:rPr>
          <w:sz w:val="28"/>
          <w:szCs w:val="28"/>
        </w:rPr>
        <w:t xml:space="preserve"> my words. </w:t>
      </w:r>
    </w:p>
    <w:p w:rsidR="00B07EDB" w:rsidRDefault="00B07EDB" w:rsidP="00BB1448">
      <w:pPr>
        <w:bidi w:val="0"/>
      </w:pPr>
    </w:p>
    <w:p w:rsidR="00B07EDB" w:rsidRDefault="00B07EDB" w:rsidP="00BB1448">
      <w:pPr>
        <w:bidi w:val="0"/>
      </w:pPr>
    </w:p>
    <w:p w:rsidR="00B07EDB" w:rsidRPr="00BB1448" w:rsidRDefault="00B07EDB" w:rsidP="00BB1448">
      <w:pPr>
        <w:pBdr>
          <w:top w:val="thinThickSmallGap" w:sz="24" w:space="1" w:color="365F91"/>
          <w:left w:val="thinThickSmallGap" w:sz="24" w:space="4" w:color="365F91"/>
          <w:bottom w:val="thickThinSmallGap" w:sz="24" w:space="1" w:color="365F91"/>
          <w:right w:val="thickThinSmallGap" w:sz="24" w:space="4" w:color="365F91"/>
        </w:pBdr>
        <w:bidi w:val="0"/>
        <w:rPr>
          <w:color w:val="00B050"/>
          <w:sz w:val="28"/>
          <w:szCs w:val="28"/>
        </w:rPr>
      </w:pPr>
      <w:r w:rsidRPr="00BB1448">
        <w:rPr>
          <w:color w:val="00B050"/>
          <w:sz w:val="28"/>
          <w:szCs w:val="28"/>
        </w:rPr>
        <w:t xml:space="preserve">Hello my name is </w:t>
      </w:r>
      <w:r w:rsidRPr="00BB1448">
        <w:rPr>
          <w:color w:val="00B050"/>
          <w:sz w:val="28"/>
          <w:szCs w:val="28"/>
          <w:u w:val="single"/>
        </w:rPr>
        <w:t>the noun</w:t>
      </w:r>
      <w:r w:rsidRPr="00BB1448">
        <w:rPr>
          <w:color w:val="00B050"/>
          <w:sz w:val="28"/>
          <w:szCs w:val="28"/>
        </w:rPr>
        <w:t xml:space="preserve"> ( Banan ) I was born on 14 </w:t>
      </w:r>
      <w:r w:rsidRPr="00BB1448">
        <w:rPr>
          <w:color w:val="00B050"/>
          <w:sz w:val="28"/>
          <w:szCs w:val="28"/>
          <w:u w:val="single"/>
        </w:rPr>
        <w:t>all guests</w:t>
      </w:r>
      <w:r w:rsidRPr="00BB1448">
        <w:rPr>
          <w:color w:val="00B050"/>
          <w:sz w:val="28"/>
          <w:szCs w:val="28"/>
        </w:rPr>
        <w:t xml:space="preserve"> ( August ) I am studying translation </w:t>
      </w:r>
      <w:r w:rsidRPr="00BB1448">
        <w:rPr>
          <w:color w:val="00B050"/>
          <w:sz w:val="28"/>
          <w:szCs w:val="28"/>
          <w:u w:val="single"/>
        </w:rPr>
        <w:t xml:space="preserve">and </w:t>
      </w:r>
      <w:r w:rsidRPr="00BB1448">
        <w:rPr>
          <w:color w:val="00B050"/>
          <w:sz w:val="28"/>
          <w:szCs w:val="28"/>
        </w:rPr>
        <w:t xml:space="preserve">( in)  price of time ( sultan) university.  I'm </w:t>
      </w:r>
      <w:r w:rsidRPr="00BB1448">
        <w:rPr>
          <w:color w:val="00B050"/>
          <w:sz w:val="28"/>
          <w:szCs w:val="28"/>
          <w:u w:val="single"/>
        </w:rPr>
        <w:t>not</w:t>
      </w:r>
      <w:r w:rsidRPr="00BB1448">
        <w:rPr>
          <w:color w:val="00B050"/>
          <w:sz w:val="28"/>
          <w:szCs w:val="28"/>
        </w:rPr>
        <w:t xml:space="preserve"> ( now ) talking to my computer.</w:t>
      </w:r>
    </w:p>
    <w:p w:rsidR="00B07EDB" w:rsidRPr="00BB1448" w:rsidRDefault="00B07EDB" w:rsidP="00BB1448">
      <w:pPr>
        <w:bidi w:val="0"/>
        <w:rPr>
          <w:sz w:val="28"/>
          <w:szCs w:val="28"/>
        </w:rPr>
      </w:pPr>
    </w:p>
    <w:p w:rsidR="00B07EDB" w:rsidRPr="00BB1448" w:rsidRDefault="00B07EDB" w:rsidP="00BB1448">
      <w:pPr>
        <w:bidi w:val="0"/>
        <w:rPr>
          <w:sz w:val="28"/>
          <w:szCs w:val="28"/>
        </w:rPr>
      </w:pPr>
      <w:r w:rsidRPr="00BB1448">
        <w:rPr>
          <w:sz w:val="28"/>
          <w:szCs w:val="28"/>
        </w:rPr>
        <w:t>I noticed that when I speak as the way news reporters speak, it did fewer mistakes.</w:t>
      </w:r>
      <w:r>
        <w:rPr>
          <w:sz w:val="28"/>
          <w:szCs w:val="28"/>
        </w:rPr>
        <w:t xml:space="preserve"> In addition, I should now special commands in order to make the computer responses to my orders. This is difficult sometimes. </w:t>
      </w:r>
      <w:r w:rsidRPr="00BB1448">
        <w:rPr>
          <w:sz w:val="28"/>
          <w:szCs w:val="28"/>
        </w:rPr>
        <w:t xml:space="preserve"> </w:t>
      </w:r>
    </w:p>
    <w:p w:rsidR="00B07EDB" w:rsidRDefault="00B07EDB" w:rsidP="00BB1448">
      <w:pPr>
        <w:bidi w:val="0"/>
        <w:rPr>
          <w:rtl/>
        </w:rPr>
      </w:pPr>
      <w:r w:rsidRPr="00BB1448">
        <w:rPr>
          <w:sz w:val="28"/>
          <w:szCs w:val="28"/>
        </w:rPr>
        <w:t>In fact, I consider it very useful because it saves time and efforts</w:t>
      </w:r>
      <w:r>
        <w:t xml:space="preserve">.   </w:t>
      </w:r>
    </w:p>
    <w:sectPr w:rsidR="00B07EDB" w:rsidSect="00CC3B3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4504"/>
    <w:rsid w:val="0001384D"/>
    <w:rsid w:val="00026A60"/>
    <w:rsid w:val="00280341"/>
    <w:rsid w:val="004D733A"/>
    <w:rsid w:val="005C1EE2"/>
    <w:rsid w:val="00622032"/>
    <w:rsid w:val="00661EA3"/>
    <w:rsid w:val="00670EC8"/>
    <w:rsid w:val="008A264E"/>
    <w:rsid w:val="008C59A3"/>
    <w:rsid w:val="009F4504"/>
    <w:rsid w:val="00B07EDB"/>
    <w:rsid w:val="00B56E9D"/>
    <w:rsid w:val="00BB1448"/>
    <w:rsid w:val="00CC3B33"/>
    <w:rsid w:val="00DC3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A60"/>
    <w:pPr>
      <w:bidi/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2</Pages>
  <Words>145</Words>
  <Characters>828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banan</dc:creator>
  <cp:keywords/>
  <dc:description/>
  <cp:lastModifiedBy> </cp:lastModifiedBy>
  <cp:revision>3</cp:revision>
  <dcterms:created xsi:type="dcterms:W3CDTF">2010-05-01T20:32:00Z</dcterms:created>
  <dcterms:modified xsi:type="dcterms:W3CDTF">2010-05-03T19:57:00Z</dcterms:modified>
</cp:coreProperties>
</file>